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AE53" w14:textId="036A2544" w:rsidR="00D41FF6" w:rsidRPr="004439DF" w:rsidRDefault="00003E00">
      <w:pPr>
        <w:jc w:val="center"/>
        <w:rPr>
          <w:rFonts w:cs="Arial"/>
          <w:b/>
          <w:szCs w:val="22"/>
        </w:rPr>
      </w:pPr>
      <w:r w:rsidRPr="004439DF">
        <w:rPr>
          <w:rFonts w:cs="Arial"/>
          <w:b/>
          <w:szCs w:val="22"/>
        </w:rPr>
        <w:t xml:space="preserve">ANEXO </w:t>
      </w:r>
      <w:r w:rsidR="00B224D2">
        <w:rPr>
          <w:rFonts w:cs="Arial"/>
          <w:b/>
          <w:szCs w:val="22"/>
        </w:rPr>
        <w:t>I</w:t>
      </w:r>
      <w:r w:rsidR="00FD3786">
        <w:rPr>
          <w:rFonts w:cs="Arial"/>
          <w:b/>
          <w:szCs w:val="22"/>
        </w:rPr>
        <w:t>V</w:t>
      </w:r>
    </w:p>
    <w:p w14:paraId="4D19AF6C" w14:textId="77777777" w:rsidR="00E76442" w:rsidRPr="004439DF" w:rsidRDefault="00E76442" w:rsidP="00E76442">
      <w:pPr>
        <w:jc w:val="center"/>
        <w:rPr>
          <w:rFonts w:cs="Arial"/>
          <w:b/>
          <w:szCs w:val="22"/>
        </w:rPr>
      </w:pPr>
      <w:r w:rsidRPr="004439DF">
        <w:rPr>
          <w:rFonts w:cs="Arial"/>
          <w:b/>
          <w:szCs w:val="22"/>
        </w:rPr>
        <w:t>MODELO DE DECLARAÇÃO DE BENEFICIÁRIO DA LEI COMPLEMENTAR 123/2006</w:t>
      </w:r>
    </w:p>
    <w:p w14:paraId="6D6B9314" w14:textId="73FC1EDF" w:rsidR="00D41FF6" w:rsidRPr="004439DF" w:rsidRDefault="006757E1" w:rsidP="00A65F76">
      <w:pPr>
        <w:widowControl w:val="0"/>
        <w:jc w:val="center"/>
        <w:rPr>
          <w:rFonts w:cs="Arial"/>
          <w:sz w:val="20"/>
        </w:rPr>
      </w:pPr>
      <w:r w:rsidRPr="004439DF">
        <w:rPr>
          <w:rFonts w:cs="Arial"/>
          <w:sz w:val="20"/>
        </w:rPr>
        <w:t>(</w:t>
      </w:r>
      <w:r w:rsidR="00956BC4" w:rsidRPr="0030436C">
        <w:rPr>
          <w:sz w:val="19"/>
        </w:rPr>
        <w:t>Modelo de declaração a ser apresentado nos termos d</w:t>
      </w:r>
      <w:r w:rsidR="00956BC4">
        <w:rPr>
          <w:sz w:val="19"/>
        </w:rPr>
        <w:t>a alínea “a</w:t>
      </w:r>
      <w:r w:rsidR="00956BC4" w:rsidRPr="0030436C">
        <w:rPr>
          <w:sz w:val="19"/>
        </w:rPr>
        <w:t>” do item 8.22 do Edital</w:t>
      </w:r>
      <w:r w:rsidR="00545F89" w:rsidRPr="00C023DE">
        <w:rPr>
          <w:rFonts w:cs="Arial"/>
          <w:sz w:val="20"/>
        </w:rPr>
        <w:t xml:space="preserve">, </w:t>
      </w:r>
      <w:r w:rsidR="00545F89" w:rsidRPr="00C023DE">
        <w:rPr>
          <w:rFonts w:cs="Arial"/>
          <w:sz w:val="20"/>
          <w:u w:val="single"/>
        </w:rPr>
        <w:t>quando couber</w:t>
      </w:r>
      <w:r w:rsidR="00D41FF6" w:rsidRPr="00C023DE">
        <w:rPr>
          <w:rFonts w:cs="Arial"/>
          <w:sz w:val="20"/>
        </w:rPr>
        <w:t>)</w:t>
      </w:r>
    </w:p>
    <w:p w14:paraId="52F66618" w14:textId="77777777" w:rsidR="004439DF" w:rsidRDefault="004439DF" w:rsidP="00E76442">
      <w:pPr>
        <w:rPr>
          <w:rFonts w:cs="Arial"/>
          <w:b/>
          <w:sz w:val="20"/>
        </w:rPr>
      </w:pPr>
    </w:p>
    <w:p w14:paraId="51B77C10" w14:textId="77777777" w:rsidR="00A65600" w:rsidRPr="004439DF" w:rsidRDefault="00A65600" w:rsidP="00E76442">
      <w:pPr>
        <w:rPr>
          <w:rFonts w:cs="Arial"/>
          <w:b/>
          <w:sz w:val="20"/>
        </w:rPr>
      </w:pPr>
    </w:p>
    <w:p w14:paraId="071F4762" w14:textId="71BC7E66" w:rsidR="00E76442" w:rsidRDefault="00E76442" w:rsidP="00E76442">
      <w:pPr>
        <w:rPr>
          <w:rFonts w:cs="Arial"/>
          <w:b/>
          <w:sz w:val="20"/>
        </w:rPr>
      </w:pPr>
      <w:r w:rsidRPr="004439DF">
        <w:rPr>
          <w:rFonts w:cs="Arial"/>
          <w:b/>
          <w:sz w:val="20"/>
        </w:rPr>
        <w:t>P</w:t>
      </w:r>
      <w:r w:rsidRPr="00E76442">
        <w:rPr>
          <w:rFonts w:cs="Arial"/>
          <w:b/>
          <w:sz w:val="20"/>
        </w:rPr>
        <w:t xml:space="preserve">REGÃO </w:t>
      </w:r>
      <w:r w:rsidRPr="00383235">
        <w:rPr>
          <w:rFonts w:cs="Arial"/>
          <w:b/>
          <w:sz w:val="20"/>
        </w:rPr>
        <w:t xml:space="preserve">ELETRÔNICO Nº </w:t>
      </w:r>
      <w:r w:rsidR="00576CA2">
        <w:rPr>
          <w:rFonts w:cs="Arial"/>
          <w:b/>
          <w:sz w:val="20"/>
        </w:rPr>
        <w:t>02</w:t>
      </w:r>
      <w:r w:rsidR="009D41E6" w:rsidRPr="00383235">
        <w:rPr>
          <w:rFonts w:cs="Arial"/>
          <w:b/>
          <w:sz w:val="20"/>
        </w:rPr>
        <w:t>/2024</w:t>
      </w:r>
      <w:r w:rsidR="009D41E6">
        <w:rPr>
          <w:rFonts w:cs="Arial"/>
          <w:b/>
          <w:sz w:val="20"/>
        </w:rPr>
        <w:t xml:space="preserve"> </w:t>
      </w:r>
    </w:p>
    <w:p w14:paraId="56023EB6" w14:textId="77777777" w:rsidR="009D41E6" w:rsidRPr="00E76442" w:rsidRDefault="009D41E6" w:rsidP="00E76442">
      <w:pPr>
        <w:rPr>
          <w:rFonts w:cs="Arial"/>
          <w:color w:val="008080"/>
          <w:sz w:val="20"/>
        </w:rPr>
      </w:pPr>
    </w:p>
    <w:p w14:paraId="2F2CAA3A" w14:textId="77777777" w:rsidR="00E76442" w:rsidRPr="00E76442" w:rsidRDefault="00E76442" w:rsidP="00E76442">
      <w:pPr>
        <w:jc w:val="both"/>
        <w:rPr>
          <w:rFonts w:cs="Arial"/>
          <w:sz w:val="20"/>
        </w:rPr>
      </w:pPr>
      <w:r w:rsidRPr="00E76442">
        <w:rPr>
          <w:rFonts w:cs="Arial"/>
          <w:sz w:val="20"/>
        </w:rPr>
        <w:t xml:space="preserve">Declaramos, sob as penas da lei, que a licitante _________________ é beneficiária da Lei Complementar nº 123/2006, na condição de _____________ considerando os valores da receita bruta e o atendimento aos requisitos previstos na Lei supracitada e que no ano-calendário de realização da licitação, a licitante não celebrou contratos com a Administração Pública cujos valores somados extrapolem a receita bruta máxima admitida para fins de enquadramento como beneficiário da Lei Complementar 123/2006. </w:t>
      </w:r>
    </w:p>
    <w:p w14:paraId="5F8B524D" w14:textId="77777777" w:rsidR="00E76442" w:rsidRPr="00E76442" w:rsidRDefault="00E76442" w:rsidP="00E76442">
      <w:pPr>
        <w:jc w:val="both"/>
        <w:rPr>
          <w:rFonts w:cs="Arial"/>
          <w:sz w:val="20"/>
        </w:rPr>
      </w:pPr>
    </w:p>
    <w:p w14:paraId="7EE14F00" w14:textId="77777777" w:rsidR="00E76442" w:rsidRPr="00E76442" w:rsidRDefault="00E76442" w:rsidP="00E76442">
      <w:pPr>
        <w:jc w:val="both"/>
        <w:rPr>
          <w:rFonts w:cs="Arial"/>
          <w:sz w:val="20"/>
        </w:rPr>
      </w:pPr>
      <w:r w:rsidRPr="00E76442">
        <w:rPr>
          <w:rFonts w:cs="Arial"/>
          <w:sz w:val="20"/>
        </w:rPr>
        <w:t xml:space="preserve">Atestamos para os devidos fins, que a licitante não se encontra enquadrada em nenhuma das hipóteses, que veda a concessão do tratamento jurídico diferenciado, previstas nos incisos I a XI do § 4º do art. 3º da Lei nº 123/2006: </w:t>
      </w:r>
      <w:bookmarkStart w:id="0" w:name="bookmark=id.30j0zll" w:colFirst="0" w:colLast="0"/>
      <w:bookmarkEnd w:id="0"/>
    </w:p>
    <w:p w14:paraId="24A0BCF2" w14:textId="77777777" w:rsidR="00E76442" w:rsidRPr="00E76442" w:rsidRDefault="00E76442" w:rsidP="00E76442">
      <w:pPr>
        <w:jc w:val="both"/>
        <w:rPr>
          <w:rFonts w:cs="Arial"/>
          <w:sz w:val="20"/>
        </w:rPr>
      </w:pPr>
    </w:p>
    <w:p w14:paraId="457D52D3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 xml:space="preserve">a) de cujo capital participe outra pessoa jurídica; </w:t>
      </w:r>
    </w:p>
    <w:p w14:paraId="73DF4A5B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 xml:space="preserve">b) que seja filial, sucursal, agência ou representação, no País, de pessoa jurídica com sede no exterior; </w:t>
      </w:r>
    </w:p>
    <w:p w14:paraId="58347FDD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>c) de cujo capital participe pessoa física que seja inscrita como empresário ou seja sócia de outra empresa que receba tratamento jurídico diferenciado nos termos desta Lei Complementar, desde que a receita bruta global ultrapasse o limite de que trata o inciso II do caput deste artigo;</w:t>
      </w:r>
    </w:p>
    <w:p w14:paraId="711A3665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>d) cujo titular ou sócio participe com mais de 10% (dez por cento) do capital de outra empresa não beneficiada por esta Lei Complementar, desde que a receita bruta global ultrapasse o limite de que trata o inciso II do caput deste artigo;</w:t>
      </w:r>
    </w:p>
    <w:p w14:paraId="15A5BD3A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 xml:space="preserve">e) cujo sócio ou titular seja administrador ou equiparado de outra pessoa jurídica com fins lucrativos, desde que a receita bruta global ultrapasse o limite de que trata o inciso II do caput deste artigo; </w:t>
      </w:r>
    </w:p>
    <w:p w14:paraId="1259095A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>f) constituída sob a forma de cooperativas, salvo as de consumo;</w:t>
      </w:r>
    </w:p>
    <w:p w14:paraId="7CC88CC5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 xml:space="preserve">g) que participe do capital de outra pessoa jurídica; </w:t>
      </w:r>
    </w:p>
    <w:p w14:paraId="34CD61EB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 xml:space="preserve">h) que exerça atividade de banco comercial, de investimentos e de desenvolvimento, de caixa econômica, de sociedade de crédito, financiamento e investimento ou de crédito imobiliário, de corretora ou de distribuidora de títulos, valores mobiliários e câmbio, de empresa de arrendamento mercantil, de seguros privados e de capitalização ou de previdência complementar; </w:t>
      </w:r>
    </w:p>
    <w:p w14:paraId="4632540E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ind w:left="142" w:hanging="142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 xml:space="preserve">i) resultante ou remanescente de cisão ou qualquer outra forma de desmembramento de pessoa jurídica que tenha ocorrido em um dos 5 (cinco) anos-calendário anteriores; </w:t>
      </w:r>
    </w:p>
    <w:p w14:paraId="13CF7534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>j) constituída sob a forma de sociedade por ações.</w:t>
      </w:r>
    </w:p>
    <w:p w14:paraId="18D016BF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cs="Arial"/>
          <w:color w:val="000000"/>
          <w:sz w:val="20"/>
        </w:rPr>
      </w:pPr>
      <w:r w:rsidRPr="00E76442">
        <w:rPr>
          <w:rFonts w:cs="Arial"/>
          <w:color w:val="000000"/>
          <w:sz w:val="20"/>
        </w:rPr>
        <w:t>k) cujos titulares ou sócios guardem, cumulativamente, com o contratante do serviço, relação de pessoalidade, subordinação e habitualidade. </w:t>
      </w:r>
    </w:p>
    <w:p w14:paraId="0205627A" w14:textId="77777777" w:rsidR="00E76442" w:rsidRPr="00E76442" w:rsidRDefault="00E76442" w:rsidP="00E76442">
      <w:p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cs="Arial"/>
          <w:color w:val="000000"/>
          <w:sz w:val="20"/>
        </w:rPr>
      </w:pPr>
    </w:p>
    <w:p w14:paraId="239F8191" w14:textId="77777777" w:rsidR="00E76442" w:rsidRPr="00E76442" w:rsidRDefault="00E76442" w:rsidP="00E76442">
      <w:pPr>
        <w:spacing w:after="120"/>
        <w:jc w:val="both"/>
        <w:rPr>
          <w:rFonts w:cs="Arial"/>
          <w:sz w:val="20"/>
        </w:rPr>
      </w:pPr>
      <w:r w:rsidRPr="00E76442">
        <w:rPr>
          <w:rFonts w:cs="Arial"/>
          <w:sz w:val="20"/>
        </w:rPr>
        <w:t>Possuímos ciência da nossa obrigação de comunicar ao Município de Belo Horizonte quaisquer fatos supervenientes que alterem a situação de nossa empresa.</w:t>
      </w:r>
    </w:p>
    <w:p w14:paraId="393A67B4" w14:textId="77777777" w:rsidR="004439DF" w:rsidRDefault="004439DF" w:rsidP="00E76442">
      <w:pPr>
        <w:jc w:val="center"/>
        <w:rPr>
          <w:rFonts w:cs="Arial"/>
          <w:sz w:val="20"/>
        </w:rPr>
      </w:pPr>
    </w:p>
    <w:p w14:paraId="10A92E93" w14:textId="77777777" w:rsidR="00E76442" w:rsidRDefault="00E76442" w:rsidP="00E76442">
      <w:pPr>
        <w:jc w:val="center"/>
        <w:rPr>
          <w:rFonts w:cs="Arial"/>
          <w:sz w:val="20"/>
        </w:rPr>
      </w:pPr>
      <w:r w:rsidRPr="00E76442">
        <w:rPr>
          <w:rFonts w:cs="Arial"/>
          <w:sz w:val="20"/>
        </w:rPr>
        <w:t>___</w:t>
      </w:r>
      <w:r w:rsidR="00643FD0">
        <w:rPr>
          <w:rFonts w:cs="Arial"/>
          <w:sz w:val="20"/>
        </w:rPr>
        <w:t>___________</w:t>
      </w:r>
      <w:r w:rsidRPr="00E76442">
        <w:rPr>
          <w:rFonts w:cs="Arial"/>
          <w:sz w:val="20"/>
        </w:rPr>
        <w:t>________, _</w:t>
      </w:r>
      <w:r w:rsidR="00643FD0">
        <w:rPr>
          <w:rFonts w:cs="Arial"/>
          <w:sz w:val="20"/>
        </w:rPr>
        <w:t>____</w:t>
      </w:r>
      <w:r w:rsidRPr="00E76442">
        <w:rPr>
          <w:rFonts w:cs="Arial"/>
          <w:sz w:val="20"/>
        </w:rPr>
        <w:t xml:space="preserve">_ de ________________ </w:t>
      </w:r>
      <w:proofErr w:type="spellStart"/>
      <w:r w:rsidRPr="00E76442">
        <w:rPr>
          <w:rFonts w:cs="Arial"/>
          <w:sz w:val="20"/>
        </w:rPr>
        <w:t>de</w:t>
      </w:r>
      <w:proofErr w:type="spellEnd"/>
      <w:r w:rsidRPr="00E76442">
        <w:rPr>
          <w:rFonts w:cs="Arial"/>
          <w:sz w:val="20"/>
        </w:rPr>
        <w:t xml:space="preserve"> _____</w:t>
      </w:r>
    </w:p>
    <w:p w14:paraId="456C6A22" w14:textId="77777777" w:rsidR="004439DF" w:rsidRDefault="004439DF" w:rsidP="00E76442">
      <w:pPr>
        <w:jc w:val="center"/>
        <w:rPr>
          <w:rFonts w:cs="Arial"/>
          <w:sz w:val="20"/>
        </w:rPr>
      </w:pPr>
    </w:p>
    <w:p w14:paraId="6B30850C" w14:textId="77777777" w:rsidR="004439DF" w:rsidRPr="00E76442" w:rsidRDefault="004439DF" w:rsidP="00E76442">
      <w:pPr>
        <w:jc w:val="center"/>
        <w:rPr>
          <w:rFonts w:cs="Arial"/>
          <w:sz w:val="20"/>
        </w:rPr>
      </w:pPr>
    </w:p>
    <w:p w14:paraId="3F6D1060" w14:textId="77777777" w:rsidR="004439DF" w:rsidRPr="004439DF" w:rsidRDefault="004439DF" w:rsidP="00E76442">
      <w:pPr>
        <w:jc w:val="center"/>
        <w:rPr>
          <w:rFonts w:cs="Arial"/>
          <w:sz w:val="20"/>
        </w:rPr>
      </w:pPr>
    </w:p>
    <w:p w14:paraId="561A05D2" w14:textId="77777777" w:rsidR="00E76442" w:rsidRPr="00E76442" w:rsidRDefault="00E76442" w:rsidP="00E76442">
      <w:pPr>
        <w:jc w:val="center"/>
        <w:rPr>
          <w:rFonts w:cs="Arial"/>
          <w:sz w:val="20"/>
        </w:rPr>
      </w:pPr>
      <w:r w:rsidRPr="00E76442">
        <w:rPr>
          <w:rFonts w:cs="Arial"/>
          <w:sz w:val="20"/>
        </w:rPr>
        <w:t>___________________________________________________</w:t>
      </w:r>
    </w:p>
    <w:p w14:paraId="3F5E260D" w14:textId="77777777" w:rsidR="00D41FF6" w:rsidRPr="004439DF" w:rsidRDefault="00E76442" w:rsidP="004439D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cs="Arial"/>
          <w:sz w:val="20"/>
        </w:rPr>
      </w:pPr>
      <w:r w:rsidRPr="00E76442">
        <w:rPr>
          <w:rFonts w:cs="Arial"/>
          <w:sz w:val="20"/>
        </w:rPr>
        <w:t>Assinatura do responsável legal da empresa licitante</w:t>
      </w:r>
    </w:p>
    <w:sectPr w:rsidR="00D41FF6" w:rsidRPr="004439DF" w:rsidSect="004439DF">
      <w:headerReference w:type="default" r:id="rId7"/>
      <w:footerReference w:type="default" r:id="rId8"/>
      <w:pgSz w:w="11907" w:h="16840" w:code="9"/>
      <w:pgMar w:top="1701" w:right="1134" w:bottom="1134" w:left="170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1216" w14:textId="77777777" w:rsidR="00D055CA" w:rsidRDefault="00D055CA">
      <w:r>
        <w:separator/>
      </w:r>
    </w:p>
  </w:endnote>
  <w:endnote w:type="continuationSeparator" w:id="0">
    <w:p w14:paraId="12265634" w14:textId="77777777" w:rsidR="00D055CA" w:rsidRDefault="00D0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Spranqe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F6339" w14:textId="30DAB53C" w:rsidR="00D41FF6" w:rsidRPr="00B753D0" w:rsidRDefault="00D41FF6">
    <w:pPr>
      <w:pStyle w:val="Rodap"/>
      <w:pBdr>
        <w:top w:val="single" w:sz="4" w:space="1" w:color="auto"/>
      </w:pBdr>
      <w:rPr>
        <w:rFonts w:ascii="Arial" w:hAnsi="Arial"/>
        <w:sz w:val="18"/>
        <w:szCs w:val="18"/>
      </w:rPr>
    </w:pPr>
    <w:r w:rsidRPr="00B753D0">
      <w:rPr>
        <w:rFonts w:ascii="Arial" w:hAnsi="Arial"/>
        <w:b/>
        <w:i/>
        <w:sz w:val="18"/>
        <w:szCs w:val="18"/>
      </w:rPr>
      <w:t>BHTRANS</w:t>
    </w:r>
    <w:r w:rsidR="00EA1A8C">
      <w:rPr>
        <w:rFonts w:ascii="Arial" w:hAnsi="Arial"/>
        <w:b/>
        <w:i/>
        <w:sz w:val="18"/>
        <w:szCs w:val="18"/>
      </w:rPr>
      <w:t>/</w:t>
    </w:r>
    <w:r w:rsidR="00EA1A8C" w:rsidRPr="00383235">
      <w:rPr>
        <w:rFonts w:ascii="Arial" w:hAnsi="Arial"/>
        <w:b/>
        <w:i/>
        <w:sz w:val="18"/>
        <w:szCs w:val="18"/>
      </w:rPr>
      <w:t>FMU</w:t>
    </w:r>
    <w:r w:rsidR="00934C78" w:rsidRPr="00383235">
      <w:rPr>
        <w:rFonts w:ascii="Arial" w:hAnsi="Arial"/>
        <w:sz w:val="18"/>
        <w:szCs w:val="18"/>
      </w:rPr>
      <w:t xml:space="preserve"> – PE</w:t>
    </w:r>
    <w:r w:rsidRPr="00383235">
      <w:rPr>
        <w:rFonts w:ascii="Arial" w:hAnsi="Arial"/>
        <w:sz w:val="18"/>
        <w:szCs w:val="18"/>
      </w:rPr>
      <w:t xml:space="preserve"> nº</w:t>
    </w:r>
    <w:r w:rsidR="009D41E6" w:rsidRPr="00383235">
      <w:rPr>
        <w:rFonts w:ascii="Arial" w:hAnsi="Arial"/>
        <w:sz w:val="18"/>
        <w:szCs w:val="18"/>
      </w:rPr>
      <w:t xml:space="preserve"> </w:t>
    </w:r>
    <w:r w:rsidR="00576CA2">
      <w:rPr>
        <w:rFonts w:ascii="Arial" w:hAnsi="Arial"/>
        <w:sz w:val="18"/>
        <w:szCs w:val="18"/>
      </w:rPr>
      <w:t>02</w:t>
    </w:r>
    <w:r w:rsidR="00383235" w:rsidRPr="00383235">
      <w:rPr>
        <w:rFonts w:ascii="Arial" w:hAnsi="Arial"/>
        <w:sz w:val="18"/>
        <w:szCs w:val="18"/>
      </w:rPr>
      <w:t>/</w:t>
    </w:r>
    <w:r w:rsidR="009D41E6" w:rsidRPr="00383235">
      <w:rPr>
        <w:rFonts w:ascii="Arial" w:hAnsi="Arial"/>
        <w:sz w:val="18"/>
        <w:szCs w:val="18"/>
      </w:rPr>
      <w:t xml:space="preserve">2024 </w:t>
    </w:r>
    <w:r w:rsidRPr="00383235">
      <w:rPr>
        <w:rFonts w:ascii="Arial" w:hAnsi="Arial"/>
        <w:sz w:val="18"/>
        <w:szCs w:val="18"/>
      </w:rPr>
      <w:t>–</w:t>
    </w:r>
    <w:r w:rsidRPr="00B753D0">
      <w:rPr>
        <w:rFonts w:ascii="Arial" w:hAnsi="Arial"/>
        <w:sz w:val="18"/>
        <w:szCs w:val="18"/>
      </w:rPr>
      <w:t xml:space="preserve"> Anexo</w:t>
    </w:r>
    <w:r w:rsidR="00C023DE">
      <w:rPr>
        <w:rFonts w:ascii="Arial" w:hAnsi="Arial"/>
        <w:sz w:val="18"/>
        <w:szCs w:val="18"/>
      </w:rPr>
      <w:t xml:space="preserve"> I</w:t>
    </w:r>
    <w:r w:rsidR="00576CA2">
      <w:rPr>
        <w:rFonts w:ascii="Arial" w:hAnsi="Arial"/>
        <w:sz w:val="18"/>
        <w:szCs w:val="18"/>
      </w:rPr>
      <w:t>V</w:t>
    </w:r>
    <w:r w:rsidR="00C023DE">
      <w:rPr>
        <w:rFonts w:ascii="Arial" w:hAnsi="Arial"/>
        <w:sz w:val="18"/>
        <w:szCs w:val="18"/>
      </w:rPr>
      <w:t xml:space="preserve"> - </w:t>
    </w:r>
    <w:r w:rsidRPr="00B753D0">
      <w:rPr>
        <w:rFonts w:ascii="Arial" w:hAnsi="Arial"/>
        <w:sz w:val="18"/>
        <w:szCs w:val="18"/>
      </w:rPr>
      <w:t>Modelo Decl</w:t>
    </w:r>
    <w:r w:rsidR="00C023DE">
      <w:rPr>
        <w:rFonts w:ascii="Arial" w:hAnsi="Arial"/>
        <w:sz w:val="18"/>
        <w:szCs w:val="18"/>
      </w:rPr>
      <w:t xml:space="preserve">. </w:t>
    </w:r>
    <w:r w:rsidR="00775C1B">
      <w:rPr>
        <w:rFonts w:ascii="Arial" w:hAnsi="Arial"/>
        <w:sz w:val="18"/>
        <w:szCs w:val="18"/>
      </w:rPr>
      <w:t xml:space="preserve">Beneficiário da Lei Complementar </w:t>
    </w:r>
    <w:r w:rsidRPr="00B753D0">
      <w:rPr>
        <w:rFonts w:ascii="Arial" w:hAnsi="Arial"/>
        <w:sz w:val="18"/>
        <w:szCs w:val="18"/>
      </w:rPr>
      <w:t xml:space="preserve">– </w:t>
    </w:r>
    <w:r w:rsidRPr="00B753D0">
      <w:rPr>
        <w:rFonts w:ascii="Arial" w:hAnsi="Arial"/>
        <w:snapToGrid w:val="0"/>
        <w:sz w:val="18"/>
        <w:szCs w:val="18"/>
      </w:rPr>
      <w:t xml:space="preserve">Página </w:t>
    </w:r>
    <w:r w:rsidR="00472CEC" w:rsidRPr="00B753D0">
      <w:rPr>
        <w:rFonts w:ascii="Arial" w:hAnsi="Arial"/>
        <w:snapToGrid w:val="0"/>
        <w:sz w:val="18"/>
        <w:szCs w:val="18"/>
      </w:rPr>
      <w:fldChar w:fldCharType="begin"/>
    </w:r>
    <w:r w:rsidRPr="00B753D0">
      <w:rPr>
        <w:rFonts w:ascii="Arial" w:hAnsi="Arial"/>
        <w:snapToGrid w:val="0"/>
        <w:sz w:val="18"/>
        <w:szCs w:val="18"/>
      </w:rPr>
      <w:instrText xml:space="preserve"> PAGE </w:instrText>
    </w:r>
    <w:r w:rsidR="00472CEC" w:rsidRPr="00B753D0">
      <w:rPr>
        <w:rFonts w:ascii="Arial" w:hAnsi="Arial"/>
        <w:snapToGrid w:val="0"/>
        <w:sz w:val="18"/>
        <w:szCs w:val="18"/>
      </w:rPr>
      <w:fldChar w:fldCharType="separate"/>
    </w:r>
    <w:r w:rsidR="000553F0">
      <w:rPr>
        <w:rFonts w:ascii="Arial" w:hAnsi="Arial"/>
        <w:noProof/>
        <w:snapToGrid w:val="0"/>
        <w:sz w:val="18"/>
        <w:szCs w:val="18"/>
      </w:rPr>
      <w:t>1</w:t>
    </w:r>
    <w:r w:rsidR="00472CEC" w:rsidRPr="00B753D0">
      <w:rPr>
        <w:rFonts w:ascii="Arial" w:hAnsi="Arial"/>
        <w:snapToGrid w:val="0"/>
        <w:sz w:val="18"/>
        <w:szCs w:val="18"/>
      </w:rPr>
      <w:fldChar w:fldCharType="end"/>
    </w:r>
    <w:r w:rsidRPr="00B753D0">
      <w:rPr>
        <w:rFonts w:ascii="Arial" w:hAnsi="Arial"/>
        <w:snapToGrid w:val="0"/>
        <w:sz w:val="18"/>
        <w:szCs w:val="18"/>
      </w:rPr>
      <w:t xml:space="preserve"> de </w:t>
    </w:r>
    <w:r w:rsidR="00472CEC" w:rsidRPr="00B753D0">
      <w:rPr>
        <w:rFonts w:ascii="Arial" w:hAnsi="Arial"/>
        <w:snapToGrid w:val="0"/>
        <w:sz w:val="18"/>
        <w:szCs w:val="18"/>
      </w:rPr>
      <w:fldChar w:fldCharType="begin"/>
    </w:r>
    <w:r w:rsidRPr="00B753D0">
      <w:rPr>
        <w:rFonts w:ascii="Arial" w:hAnsi="Arial"/>
        <w:snapToGrid w:val="0"/>
        <w:sz w:val="18"/>
        <w:szCs w:val="18"/>
      </w:rPr>
      <w:instrText xml:space="preserve"> NUMPAGES </w:instrText>
    </w:r>
    <w:r w:rsidR="00472CEC" w:rsidRPr="00B753D0">
      <w:rPr>
        <w:rFonts w:ascii="Arial" w:hAnsi="Arial"/>
        <w:snapToGrid w:val="0"/>
        <w:sz w:val="18"/>
        <w:szCs w:val="18"/>
      </w:rPr>
      <w:fldChar w:fldCharType="separate"/>
    </w:r>
    <w:r w:rsidR="000553F0">
      <w:rPr>
        <w:rFonts w:ascii="Arial" w:hAnsi="Arial"/>
        <w:noProof/>
        <w:snapToGrid w:val="0"/>
        <w:sz w:val="18"/>
        <w:szCs w:val="18"/>
      </w:rPr>
      <w:t>1</w:t>
    </w:r>
    <w:r w:rsidR="00472CEC" w:rsidRPr="00B753D0">
      <w:rPr>
        <w:rFonts w:ascii="Arial" w:hAnsi="Arial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620A3" w14:textId="77777777" w:rsidR="00D055CA" w:rsidRDefault="00D055CA">
      <w:r>
        <w:separator/>
      </w:r>
    </w:p>
  </w:footnote>
  <w:footnote w:type="continuationSeparator" w:id="0">
    <w:p w14:paraId="4F2061DD" w14:textId="77777777" w:rsidR="00D055CA" w:rsidRDefault="00D05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2959D" w14:textId="77777777" w:rsidR="00D41FF6" w:rsidRDefault="00FD58CA">
    <w:pPr>
      <w:pStyle w:val="Cabealho"/>
      <w:ind w:right="-567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797624" wp14:editId="42B5FAFA">
          <wp:simplePos x="0" y="0"/>
          <wp:positionH relativeFrom="margin">
            <wp:align>right</wp:align>
          </wp:positionH>
          <wp:positionV relativeFrom="paragraph">
            <wp:posOffset>-66675</wp:posOffset>
          </wp:positionV>
          <wp:extent cx="2181225" cy="605790"/>
          <wp:effectExtent l="0" t="0" r="9525" b="3810"/>
          <wp:wrapThrough wrapText="bothSides">
            <wp:wrapPolygon edited="0">
              <wp:start x="0" y="0"/>
              <wp:lineTo x="0" y="21057"/>
              <wp:lineTo x="21506" y="21057"/>
              <wp:lineTo x="21506" y="0"/>
              <wp:lineTo x="0" y="0"/>
            </wp:wrapPolygon>
          </wp:wrapThrough>
          <wp:docPr id="2" name="Imagem 2" descr="Uma imagem contendo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Uma imagem contendo 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3E6457"/>
    <w:multiLevelType w:val="singleLevel"/>
    <w:tmpl w:val="62B422F6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0C60C79"/>
    <w:multiLevelType w:val="singleLevel"/>
    <w:tmpl w:val="978A1D36"/>
    <w:lvl w:ilvl="0">
      <w:start w:val="1"/>
      <w:numFmt w:val="bullet"/>
      <w:lvlText w:val="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 w16cid:durableId="892542093">
    <w:abstractNumId w:val="0"/>
    <w:lvlOverride w:ilvl="0">
      <w:lvl w:ilvl="0">
        <w:start w:val="1"/>
        <w:numFmt w:val="bullet"/>
        <w:lvlText w:val=""/>
        <w:legacy w:legacy="1" w:legacySpace="0" w:legacyIndent="454"/>
        <w:lvlJc w:val="left"/>
        <w:pPr>
          <w:ind w:left="454" w:hanging="454"/>
        </w:pPr>
        <w:rPr>
          <w:rFonts w:ascii="Monotype Sorts" w:hAnsi="Monotype Sorts" w:hint="default"/>
          <w:sz w:val="30"/>
        </w:rPr>
      </w:lvl>
    </w:lvlOverride>
  </w:num>
  <w:num w:numId="2" w16cid:durableId="721712742">
    <w:abstractNumId w:val="1"/>
  </w:num>
  <w:num w:numId="3" w16cid:durableId="664550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D5C"/>
    <w:rsid w:val="00003740"/>
    <w:rsid w:val="00003D5F"/>
    <w:rsid w:val="00003E00"/>
    <w:rsid w:val="0003616C"/>
    <w:rsid w:val="00041B81"/>
    <w:rsid w:val="000529E9"/>
    <w:rsid w:val="000553F0"/>
    <w:rsid w:val="0005623E"/>
    <w:rsid w:val="00062237"/>
    <w:rsid w:val="00065C7D"/>
    <w:rsid w:val="00071C82"/>
    <w:rsid w:val="00075D61"/>
    <w:rsid w:val="00077753"/>
    <w:rsid w:val="00084116"/>
    <w:rsid w:val="00087C71"/>
    <w:rsid w:val="00095258"/>
    <w:rsid w:val="000C1461"/>
    <w:rsid w:val="000C284E"/>
    <w:rsid w:val="000D2680"/>
    <w:rsid w:val="000F226D"/>
    <w:rsid w:val="000F2447"/>
    <w:rsid w:val="000F3844"/>
    <w:rsid w:val="001010F8"/>
    <w:rsid w:val="00104871"/>
    <w:rsid w:val="00104E14"/>
    <w:rsid w:val="00121C07"/>
    <w:rsid w:val="00124541"/>
    <w:rsid w:val="00125DA0"/>
    <w:rsid w:val="001408A2"/>
    <w:rsid w:val="001430C4"/>
    <w:rsid w:val="001477C1"/>
    <w:rsid w:val="001610C4"/>
    <w:rsid w:val="00184F7F"/>
    <w:rsid w:val="001A6585"/>
    <w:rsid w:val="001B499B"/>
    <w:rsid w:val="001C218D"/>
    <w:rsid w:val="001C75F0"/>
    <w:rsid w:val="001D3E84"/>
    <w:rsid w:val="001D43CB"/>
    <w:rsid w:val="001D4C00"/>
    <w:rsid w:val="001E1DE4"/>
    <w:rsid w:val="001E36AB"/>
    <w:rsid w:val="001F2F55"/>
    <w:rsid w:val="00212A1A"/>
    <w:rsid w:val="00212A1D"/>
    <w:rsid w:val="00224324"/>
    <w:rsid w:val="00225530"/>
    <w:rsid w:val="0022574A"/>
    <w:rsid w:val="0022686F"/>
    <w:rsid w:val="00236267"/>
    <w:rsid w:val="002406C0"/>
    <w:rsid w:val="00251616"/>
    <w:rsid w:val="002556B2"/>
    <w:rsid w:val="00255C18"/>
    <w:rsid w:val="00256978"/>
    <w:rsid w:val="00256BC0"/>
    <w:rsid w:val="00262016"/>
    <w:rsid w:val="00270D4C"/>
    <w:rsid w:val="002869FD"/>
    <w:rsid w:val="00291584"/>
    <w:rsid w:val="00296B55"/>
    <w:rsid w:val="002976AA"/>
    <w:rsid w:val="002C09C4"/>
    <w:rsid w:val="002C1A0C"/>
    <w:rsid w:val="002C799E"/>
    <w:rsid w:val="002D37F5"/>
    <w:rsid w:val="002D5D5C"/>
    <w:rsid w:val="002D69CB"/>
    <w:rsid w:val="002E2C44"/>
    <w:rsid w:val="002F044B"/>
    <w:rsid w:val="002F3B95"/>
    <w:rsid w:val="003079A1"/>
    <w:rsid w:val="00322B58"/>
    <w:rsid w:val="003459E3"/>
    <w:rsid w:val="00350B4B"/>
    <w:rsid w:val="00364B21"/>
    <w:rsid w:val="00366D22"/>
    <w:rsid w:val="0037139F"/>
    <w:rsid w:val="00373675"/>
    <w:rsid w:val="00383235"/>
    <w:rsid w:val="00383717"/>
    <w:rsid w:val="00390540"/>
    <w:rsid w:val="003B0CBB"/>
    <w:rsid w:val="003C2C2B"/>
    <w:rsid w:val="003C48DD"/>
    <w:rsid w:val="003D19E2"/>
    <w:rsid w:val="0041213E"/>
    <w:rsid w:val="00422DEC"/>
    <w:rsid w:val="0043520C"/>
    <w:rsid w:val="00442031"/>
    <w:rsid w:val="004439DF"/>
    <w:rsid w:val="0045004D"/>
    <w:rsid w:val="00472CAA"/>
    <w:rsid w:val="00472CEC"/>
    <w:rsid w:val="004745FB"/>
    <w:rsid w:val="004815A6"/>
    <w:rsid w:val="004B38B4"/>
    <w:rsid w:val="004B6934"/>
    <w:rsid w:val="004E7383"/>
    <w:rsid w:val="004F31C2"/>
    <w:rsid w:val="004F7051"/>
    <w:rsid w:val="00501843"/>
    <w:rsid w:val="00502869"/>
    <w:rsid w:val="00523B50"/>
    <w:rsid w:val="00533691"/>
    <w:rsid w:val="005347FD"/>
    <w:rsid w:val="00545F89"/>
    <w:rsid w:val="00555124"/>
    <w:rsid w:val="00557F96"/>
    <w:rsid w:val="00562070"/>
    <w:rsid w:val="00565E2C"/>
    <w:rsid w:val="00567644"/>
    <w:rsid w:val="00576CA2"/>
    <w:rsid w:val="005A27EC"/>
    <w:rsid w:val="005A707A"/>
    <w:rsid w:val="005C321E"/>
    <w:rsid w:val="005D59D7"/>
    <w:rsid w:val="005D76CE"/>
    <w:rsid w:val="005D7F2C"/>
    <w:rsid w:val="005E3749"/>
    <w:rsid w:val="005E7441"/>
    <w:rsid w:val="005E7D0F"/>
    <w:rsid w:val="0060685A"/>
    <w:rsid w:val="006138E9"/>
    <w:rsid w:val="0061443F"/>
    <w:rsid w:val="006175F5"/>
    <w:rsid w:val="00624863"/>
    <w:rsid w:val="0062505D"/>
    <w:rsid w:val="00643FD0"/>
    <w:rsid w:val="00646F9C"/>
    <w:rsid w:val="00660F7E"/>
    <w:rsid w:val="00671209"/>
    <w:rsid w:val="006757E1"/>
    <w:rsid w:val="00685CA6"/>
    <w:rsid w:val="006A0C71"/>
    <w:rsid w:val="006A1642"/>
    <w:rsid w:val="006C5B24"/>
    <w:rsid w:val="006D2F70"/>
    <w:rsid w:val="006E306B"/>
    <w:rsid w:val="006E7CF7"/>
    <w:rsid w:val="006F4F30"/>
    <w:rsid w:val="006F65F6"/>
    <w:rsid w:val="006F75CE"/>
    <w:rsid w:val="00717CF2"/>
    <w:rsid w:val="00725F4F"/>
    <w:rsid w:val="00744DF6"/>
    <w:rsid w:val="00746B5F"/>
    <w:rsid w:val="007726FB"/>
    <w:rsid w:val="00775C1B"/>
    <w:rsid w:val="007B4630"/>
    <w:rsid w:val="007B5984"/>
    <w:rsid w:val="007B5E42"/>
    <w:rsid w:val="007C4995"/>
    <w:rsid w:val="007C708A"/>
    <w:rsid w:val="007D4856"/>
    <w:rsid w:val="007D6346"/>
    <w:rsid w:val="007F34C9"/>
    <w:rsid w:val="008046F8"/>
    <w:rsid w:val="00820397"/>
    <w:rsid w:val="008417D8"/>
    <w:rsid w:val="0084513A"/>
    <w:rsid w:val="00846C0E"/>
    <w:rsid w:val="0086057C"/>
    <w:rsid w:val="008858CA"/>
    <w:rsid w:val="00890225"/>
    <w:rsid w:val="008A4271"/>
    <w:rsid w:val="008F4AFC"/>
    <w:rsid w:val="0090179A"/>
    <w:rsid w:val="009145DF"/>
    <w:rsid w:val="00916C46"/>
    <w:rsid w:val="00930AC8"/>
    <w:rsid w:val="00934C78"/>
    <w:rsid w:val="00936513"/>
    <w:rsid w:val="0095179D"/>
    <w:rsid w:val="0095185A"/>
    <w:rsid w:val="0095460D"/>
    <w:rsid w:val="00956BC4"/>
    <w:rsid w:val="009744C8"/>
    <w:rsid w:val="00974A87"/>
    <w:rsid w:val="009844EF"/>
    <w:rsid w:val="009860DA"/>
    <w:rsid w:val="00993198"/>
    <w:rsid w:val="009A73CD"/>
    <w:rsid w:val="009B594D"/>
    <w:rsid w:val="009D2FB3"/>
    <w:rsid w:val="009D41E6"/>
    <w:rsid w:val="009E0334"/>
    <w:rsid w:val="009E0A8B"/>
    <w:rsid w:val="00A132CD"/>
    <w:rsid w:val="00A161CD"/>
    <w:rsid w:val="00A17169"/>
    <w:rsid w:val="00A21515"/>
    <w:rsid w:val="00A2417A"/>
    <w:rsid w:val="00A272A4"/>
    <w:rsid w:val="00A44B42"/>
    <w:rsid w:val="00A46460"/>
    <w:rsid w:val="00A55E4E"/>
    <w:rsid w:val="00A65600"/>
    <w:rsid w:val="00A65F76"/>
    <w:rsid w:val="00A67DC9"/>
    <w:rsid w:val="00AD05A6"/>
    <w:rsid w:val="00AD208F"/>
    <w:rsid w:val="00AE04D0"/>
    <w:rsid w:val="00AF4B02"/>
    <w:rsid w:val="00AF4C48"/>
    <w:rsid w:val="00AF73C2"/>
    <w:rsid w:val="00B02E44"/>
    <w:rsid w:val="00B156B1"/>
    <w:rsid w:val="00B21005"/>
    <w:rsid w:val="00B224D2"/>
    <w:rsid w:val="00B232B7"/>
    <w:rsid w:val="00B26845"/>
    <w:rsid w:val="00B32FFE"/>
    <w:rsid w:val="00B4084B"/>
    <w:rsid w:val="00B54881"/>
    <w:rsid w:val="00B54AC4"/>
    <w:rsid w:val="00B62799"/>
    <w:rsid w:val="00B70A8B"/>
    <w:rsid w:val="00B753D0"/>
    <w:rsid w:val="00BA56BF"/>
    <w:rsid w:val="00BC3719"/>
    <w:rsid w:val="00BC3900"/>
    <w:rsid w:val="00BD0BEC"/>
    <w:rsid w:val="00BD3FE1"/>
    <w:rsid w:val="00C023DE"/>
    <w:rsid w:val="00C27FCF"/>
    <w:rsid w:val="00C41829"/>
    <w:rsid w:val="00C5481A"/>
    <w:rsid w:val="00C635D4"/>
    <w:rsid w:val="00C916CF"/>
    <w:rsid w:val="00CA2551"/>
    <w:rsid w:val="00CA6B3A"/>
    <w:rsid w:val="00CC00F4"/>
    <w:rsid w:val="00CD6F3C"/>
    <w:rsid w:val="00CE2CF7"/>
    <w:rsid w:val="00CE43EE"/>
    <w:rsid w:val="00CE5153"/>
    <w:rsid w:val="00CE568D"/>
    <w:rsid w:val="00CF4C24"/>
    <w:rsid w:val="00CF6E56"/>
    <w:rsid w:val="00CF6FD4"/>
    <w:rsid w:val="00D04431"/>
    <w:rsid w:val="00D05102"/>
    <w:rsid w:val="00D055CA"/>
    <w:rsid w:val="00D10935"/>
    <w:rsid w:val="00D10A1A"/>
    <w:rsid w:val="00D342DC"/>
    <w:rsid w:val="00D3447D"/>
    <w:rsid w:val="00D41FF6"/>
    <w:rsid w:val="00D51DC4"/>
    <w:rsid w:val="00D6299B"/>
    <w:rsid w:val="00D7469B"/>
    <w:rsid w:val="00D90EBD"/>
    <w:rsid w:val="00D965BF"/>
    <w:rsid w:val="00DA58A3"/>
    <w:rsid w:val="00DA68C1"/>
    <w:rsid w:val="00DC4260"/>
    <w:rsid w:val="00DC6BC4"/>
    <w:rsid w:val="00DE1F51"/>
    <w:rsid w:val="00DE7E9F"/>
    <w:rsid w:val="00DF3DCD"/>
    <w:rsid w:val="00E01B51"/>
    <w:rsid w:val="00E0570B"/>
    <w:rsid w:val="00E06AD8"/>
    <w:rsid w:val="00E252D5"/>
    <w:rsid w:val="00E2547B"/>
    <w:rsid w:val="00E410C9"/>
    <w:rsid w:val="00E538C3"/>
    <w:rsid w:val="00E53AC4"/>
    <w:rsid w:val="00E6076C"/>
    <w:rsid w:val="00E76442"/>
    <w:rsid w:val="00E8408C"/>
    <w:rsid w:val="00E96B9E"/>
    <w:rsid w:val="00EA12F7"/>
    <w:rsid w:val="00EA1A8C"/>
    <w:rsid w:val="00EA2421"/>
    <w:rsid w:val="00EA58B2"/>
    <w:rsid w:val="00EC6866"/>
    <w:rsid w:val="00EE0B41"/>
    <w:rsid w:val="00EE7059"/>
    <w:rsid w:val="00EF394D"/>
    <w:rsid w:val="00F120A3"/>
    <w:rsid w:val="00F211FB"/>
    <w:rsid w:val="00F275F6"/>
    <w:rsid w:val="00F360D8"/>
    <w:rsid w:val="00F3687C"/>
    <w:rsid w:val="00F43A01"/>
    <w:rsid w:val="00F4541E"/>
    <w:rsid w:val="00F51E37"/>
    <w:rsid w:val="00F635C8"/>
    <w:rsid w:val="00F7294B"/>
    <w:rsid w:val="00F775A8"/>
    <w:rsid w:val="00F77DE2"/>
    <w:rsid w:val="00F87E76"/>
    <w:rsid w:val="00F96AD1"/>
    <w:rsid w:val="00F973E9"/>
    <w:rsid w:val="00FA0441"/>
    <w:rsid w:val="00FB2AB6"/>
    <w:rsid w:val="00FB34AE"/>
    <w:rsid w:val="00FD242A"/>
    <w:rsid w:val="00FD3786"/>
    <w:rsid w:val="00FD58CA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E65FEB"/>
  <w15:docId w15:val="{95EBD0EC-E7DB-4DFD-9A72-A1A1D4014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PL-GECOL\Tomada\Cones-Cav-Barr-99\An3cones.doc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An3cones.doc</Template>
  <TotalTime>1</TotalTime>
  <Pages>1</Pages>
  <Words>470</Words>
  <Characters>2538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nº      /2006 - Anexo II - Modelo de Planilha para Cotação de Preços</vt:lpstr>
    </vt:vector>
  </TitlesOfParts>
  <Company>BHTRANS SA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nº      /2006 - Anexo II - Modelo de Planilha para Cotação de Preços</dc:title>
  <dc:subject>Aquisição de Cavaletes</dc:subject>
  <dc:creator>BHTRANS S.A.</dc:creator>
  <dc:description>Modelo de Planilha para Cotação de Preços.</dc:description>
  <cp:lastModifiedBy>Cidclei P. Santos</cp:lastModifiedBy>
  <cp:revision>5</cp:revision>
  <cp:lastPrinted>2023-11-27T16:39:00Z</cp:lastPrinted>
  <dcterms:created xsi:type="dcterms:W3CDTF">2024-09-25T12:26:00Z</dcterms:created>
  <dcterms:modified xsi:type="dcterms:W3CDTF">2024-09-25T12:43:00Z</dcterms:modified>
</cp:coreProperties>
</file>